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5FD8DF8-9C71-4AEE-A6DD-741514E61951}"/>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